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275A472F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FB459A">
        <w:rPr>
          <w:rFonts w:eastAsia="Times New Roman" w:cs="Times New Roman"/>
          <w:lang w:eastAsia="cs-CZ"/>
        </w:rPr>
        <w:t>67383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AB3829">
        <w:rPr>
          <w:rFonts w:eastAsia="Times New Roman" w:cs="Times New Roman"/>
          <w:lang w:eastAsia="cs-CZ"/>
        </w:rPr>
        <w:t>2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44E7AC29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A61026">
        <w:rPr>
          <w:noProof/>
        </w:rPr>
        <w:t>2</w:t>
      </w:r>
      <w:r w:rsidR="00D30EF9">
        <w:rPr>
          <w:noProof/>
        </w:rPr>
        <w:t>3</w:t>
      </w:r>
      <w:r w:rsidR="00167955">
        <w:rPr>
          <w:noProof/>
        </w:rPr>
        <w:t xml:space="preserve">. kolo“, č.j. </w:t>
      </w:r>
      <w:r w:rsidR="00FB459A">
        <w:rPr>
          <w:noProof/>
        </w:rPr>
        <w:t>67383</w:t>
      </w:r>
      <w:r w:rsidR="00BD2D85">
        <w:rPr>
          <w:noProof/>
        </w:rPr>
        <w:t>/202</w:t>
      </w:r>
      <w:r w:rsidR="00AB3829">
        <w:rPr>
          <w:noProof/>
        </w:rPr>
        <w:t>2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E165D" w14:textId="77777777" w:rsidR="002A7AFB" w:rsidRDefault="002A7AFB" w:rsidP="00962258">
      <w:pPr>
        <w:spacing w:after="0" w:line="240" w:lineRule="auto"/>
      </w:pPr>
      <w:r>
        <w:separator/>
      </w:r>
    </w:p>
  </w:endnote>
  <w:endnote w:type="continuationSeparator" w:id="0">
    <w:p w14:paraId="131289DE" w14:textId="77777777" w:rsidR="002A7AFB" w:rsidRDefault="002A7AF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F529E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00816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3081EA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01109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A5A3B" w14:textId="77777777" w:rsidR="002A7AFB" w:rsidRDefault="002A7AFB" w:rsidP="00962258">
      <w:pPr>
        <w:spacing w:after="0" w:line="240" w:lineRule="auto"/>
      </w:pPr>
      <w:r>
        <w:separator/>
      </w:r>
    </w:p>
  </w:footnote>
  <w:footnote w:type="continuationSeparator" w:id="0">
    <w:p w14:paraId="52BD20DB" w14:textId="77777777" w:rsidR="002A7AFB" w:rsidRDefault="002A7AF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46BB"/>
    <w:rsid w:val="000C4FAB"/>
    <w:rsid w:val="000E23A7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463D9"/>
    <w:rsid w:val="002536A8"/>
    <w:rsid w:val="00280E07"/>
    <w:rsid w:val="002A7AFB"/>
    <w:rsid w:val="002C31BF"/>
    <w:rsid w:val="002D08B1"/>
    <w:rsid w:val="002E0CD7"/>
    <w:rsid w:val="002E26E4"/>
    <w:rsid w:val="0030231F"/>
    <w:rsid w:val="00337F8F"/>
    <w:rsid w:val="00341DCF"/>
    <w:rsid w:val="00357BC6"/>
    <w:rsid w:val="00360168"/>
    <w:rsid w:val="00360234"/>
    <w:rsid w:val="003813B7"/>
    <w:rsid w:val="003956C6"/>
    <w:rsid w:val="003975CC"/>
    <w:rsid w:val="003B0A6C"/>
    <w:rsid w:val="003C1442"/>
    <w:rsid w:val="003C5C92"/>
    <w:rsid w:val="003E58EA"/>
    <w:rsid w:val="003F38FD"/>
    <w:rsid w:val="00441430"/>
    <w:rsid w:val="00450F07"/>
    <w:rsid w:val="00453CD3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2308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17FB8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314D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E73B5"/>
    <w:rsid w:val="007F56A7"/>
    <w:rsid w:val="00807DD0"/>
    <w:rsid w:val="00807E32"/>
    <w:rsid w:val="008173B3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833E1"/>
    <w:rsid w:val="00992D9C"/>
    <w:rsid w:val="00996202"/>
    <w:rsid w:val="00996CB8"/>
    <w:rsid w:val="009B14A9"/>
    <w:rsid w:val="009B2E97"/>
    <w:rsid w:val="009E07F4"/>
    <w:rsid w:val="009E36E1"/>
    <w:rsid w:val="009E604E"/>
    <w:rsid w:val="009F2253"/>
    <w:rsid w:val="009F392E"/>
    <w:rsid w:val="009F64D3"/>
    <w:rsid w:val="00A035EA"/>
    <w:rsid w:val="00A22BD1"/>
    <w:rsid w:val="00A46651"/>
    <w:rsid w:val="00A61026"/>
    <w:rsid w:val="00A61445"/>
    <w:rsid w:val="00A6177B"/>
    <w:rsid w:val="00A66136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A2363"/>
    <w:rsid w:val="00BB35FF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D1FC4"/>
    <w:rsid w:val="00CD5F7C"/>
    <w:rsid w:val="00D21061"/>
    <w:rsid w:val="00D30EF9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5558F"/>
    <w:rsid w:val="00F61CF0"/>
    <w:rsid w:val="00F659EB"/>
    <w:rsid w:val="00F82B94"/>
    <w:rsid w:val="00F84E4B"/>
    <w:rsid w:val="00F86BA6"/>
    <w:rsid w:val="00FB459A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2FD374-8DA6-4D02-AEED-6D2636E7C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9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61</cp:revision>
  <cp:lastPrinted>2022-09-29T10:47:00Z</cp:lastPrinted>
  <dcterms:created xsi:type="dcterms:W3CDTF">2020-06-11T06:14:00Z</dcterms:created>
  <dcterms:modified xsi:type="dcterms:W3CDTF">2022-09-29T10:47:00Z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